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EF" w:rsidRDefault="009F0CEF" w:rsidP="001B1550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9F0CEF" w:rsidTr="00DF22B8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9F0CEF" w:rsidTr="00DF22B8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rPr>
                <w:sz w:val="20"/>
                <w:szCs w:val="20"/>
              </w:rPr>
            </w:pPr>
          </w:p>
        </w:tc>
      </w:tr>
      <w:tr w:rsidR="009F0CEF" w:rsidTr="00DF22B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9F0CEF" w:rsidRPr="00092359" w:rsidTr="00DF22B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Меченков Евгений Дмитриевич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Квартира  </w:t>
            </w:r>
            <w:r>
              <w:rPr>
                <w:sz w:val="20"/>
                <w:szCs w:val="20"/>
              </w:rPr>
              <w:t>(долевая собственность)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40,41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4100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ВАЗ 2121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1B15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F0CEF" w:rsidRPr="00092359" w:rsidTr="00092359">
        <w:trPr>
          <w:trHeight w:val="26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0923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1B155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Квартира  </w:t>
            </w:r>
            <w:r>
              <w:rPr>
                <w:sz w:val="20"/>
                <w:szCs w:val="20"/>
              </w:rPr>
              <w:t>(долевая собственность)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9F0CEF" w:rsidRPr="00092359" w:rsidRDefault="009F0CEF" w:rsidP="005E31D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61,46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4100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5E31D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5E31D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ВАЗ 21102</w:t>
            </w: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F0CEF" w:rsidRPr="00092359" w:rsidTr="005E31DE">
        <w:trPr>
          <w:trHeight w:val="7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Квартира  </w:t>
            </w: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40,41</w:t>
            </w: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4100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          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C94AF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92359">
              <w:rPr>
                <w:sz w:val="20"/>
                <w:szCs w:val="20"/>
              </w:rPr>
              <w:t xml:space="preserve">         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CEF" w:rsidRPr="00092359" w:rsidRDefault="009F0CEF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0CEF" w:rsidRDefault="009F0CEF" w:rsidP="007A235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9F0CEF" w:rsidRDefault="009F0CEF" w:rsidP="007A235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9F0CEF" w:rsidRPr="00092359" w:rsidRDefault="009F0CEF">
      <w:pPr>
        <w:rPr>
          <w:sz w:val="20"/>
          <w:szCs w:val="20"/>
        </w:rPr>
      </w:pPr>
    </w:p>
    <w:sectPr w:rsidR="009F0CEF" w:rsidRPr="00092359" w:rsidSect="001B15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550"/>
    <w:rsid w:val="00022EB9"/>
    <w:rsid w:val="00092359"/>
    <w:rsid w:val="000D0BAC"/>
    <w:rsid w:val="001B1550"/>
    <w:rsid w:val="00216F84"/>
    <w:rsid w:val="003F7CFB"/>
    <w:rsid w:val="005E31DE"/>
    <w:rsid w:val="006F7CB4"/>
    <w:rsid w:val="007A2353"/>
    <w:rsid w:val="009F0CEF"/>
    <w:rsid w:val="00A72504"/>
    <w:rsid w:val="00AD5356"/>
    <w:rsid w:val="00BE22C7"/>
    <w:rsid w:val="00C94AF5"/>
    <w:rsid w:val="00DF22B8"/>
    <w:rsid w:val="00F3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5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B155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3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477</Words>
  <Characters>2722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